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AD1D18" w:rsidRPr="00AD1D18">
        <w:rPr>
          <w:rFonts w:ascii="Corbel" w:hAnsi="Corbel"/>
          <w:bCs/>
          <w:i/>
        </w:rPr>
        <w:t>Załącznik nr 1.5 do Zarządzenia Rektora UR nr 61/2025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66CAF" w:rsidRPr="00966CAF">
        <w:rPr>
          <w:rFonts w:ascii="Corbel" w:hAnsi="Corbel"/>
          <w:b/>
          <w:smallCaps/>
          <w:sz w:val="24"/>
          <w:szCs w:val="24"/>
        </w:rPr>
        <w:t>202</w:t>
      </w:r>
      <w:r w:rsidR="00AD1D18">
        <w:rPr>
          <w:rFonts w:ascii="Corbel" w:hAnsi="Corbel"/>
          <w:b/>
          <w:smallCaps/>
          <w:sz w:val="24"/>
          <w:szCs w:val="24"/>
        </w:rPr>
        <w:t>5</w:t>
      </w:r>
      <w:r w:rsidR="00966CAF" w:rsidRPr="00966CAF">
        <w:rPr>
          <w:rFonts w:ascii="Corbel" w:hAnsi="Corbel"/>
          <w:b/>
          <w:smallCaps/>
          <w:sz w:val="24"/>
          <w:szCs w:val="24"/>
        </w:rPr>
        <w:t>-202</w:t>
      </w:r>
      <w:r w:rsidR="00AD1D18">
        <w:rPr>
          <w:rFonts w:ascii="Corbel" w:hAnsi="Corbel"/>
          <w:b/>
          <w:smallCaps/>
          <w:sz w:val="24"/>
          <w:szCs w:val="24"/>
        </w:rPr>
        <w:t>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B101D5">
        <w:rPr>
          <w:rFonts w:ascii="Corbel" w:hAnsi="Corbel"/>
          <w:i/>
          <w:sz w:val="24"/>
          <w:szCs w:val="24"/>
        </w:rPr>
        <w:t xml:space="preserve">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F36498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966CAF" w:rsidRPr="00966CAF">
        <w:rPr>
          <w:rFonts w:ascii="Corbel" w:hAnsi="Corbel"/>
          <w:sz w:val="20"/>
          <w:szCs w:val="20"/>
        </w:rPr>
        <w:t>202</w:t>
      </w:r>
      <w:r w:rsidR="00A62875">
        <w:rPr>
          <w:rFonts w:ascii="Corbel" w:hAnsi="Corbel"/>
          <w:sz w:val="20"/>
          <w:szCs w:val="20"/>
        </w:rPr>
        <w:t>6</w:t>
      </w:r>
      <w:r w:rsidR="00AD1D18">
        <w:rPr>
          <w:rFonts w:ascii="Corbel" w:hAnsi="Corbel"/>
          <w:sz w:val="20"/>
          <w:szCs w:val="20"/>
        </w:rPr>
        <w:t>/</w:t>
      </w:r>
      <w:r w:rsidR="00966CAF" w:rsidRPr="00966CAF">
        <w:rPr>
          <w:rFonts w:ascii="Corbel" w:hAnsi="Corbel"/>
          <w:sz w:val="20"/>
          <w:szCs w:val="20"/>
        </w:rPr>
        <w:t>202</w:t>
      </w:r>
      <w:r w:rsidR="00A62875">
        <w:rPr>
          <w:rFonts w:ascii="Corbel" w:hAnsi="Corbel"/>
          <w:sz w:val="20"/>
          <w:szCs w:val="20"/>
        </w:rPr>
        <w:t>7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40F06" w:rsidRDefault="00C840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40F06">
              <w:rPr>
                <w:rFonts w:ascii="Corbel" w:hAnsi="Corbel"/>
                <w:sz w:val="24"/>
                <w:szCs w:val="24"/>
              </w:rPr>
              <w:t>Zarządzanie kryzysowe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EE78C5" w:rsidP="00804A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</w:t>
            </w:r>
            <w:r w:rsidR="00804A22">
              <w:rPr>
                <w:rFonts w:ascii="Corbel" w:hAnsi="Corbel"/>
                <w:b w:val="0"/>
                <w:sz w:val="24"/>
                <w:szCs w:val="24"/>
              </w:rPr>
              <w:t>37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D1D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B101D5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364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AD1D18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studia I</w:t>
            </w:r>
            <w:r w:rsidR="00EE78C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B101D5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EE78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A913DA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B101D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429B1" w:rsidRDefault="00B101D5" w:rsidP="00EE78C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C84018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B101D5">
              <w:rPr>
                <w:rFonts w:ascii="Corbel" w:hAnsi="Corbel"/>
                <w:b w:val="0"/>
                <w:sz w:val="24"/>
                <w:szCs w:val="24"/>
              </w:rPr>
              <w:t>, semestr I</w:t>
            </w:r>
            <w:r w:rsidR="00C84018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84018" w:rsidP="00B101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49477D">
              <w:rPr>
                <w:rFonts w:ascii="Corbel" w:hAnsi="Corbel"/>
                <w:b w:val="0"/>
                <w:sz w:val="24"/>
                <w:szCs w:val="24"/>
              </w:rPr>
              <w:t xml:space="preserve"> hab.</w:t>
            </w:r>
            <w:r w:rsidRPr="00B101D5">
              <w:rPr>
                <w:rFonts w:ascii="Corbel" w:hAnsi="Corbel"/>
                <w:b w:val="0"/>
                <w:sz w:val="24"/>
                <w:szCs w:val="24"/>
              </w:rPr>
              <w:t xml:space="preserve"> Bogusław Kotarba</w:t>
            </w:r>
            <w:r w:rsidR="0049477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49477D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B101D5">
              <w:rPr>
                <w:rFonts w:ascii="Corbel" w:hAnsi="Corbel"/>
                <w:b w:val="0"/>
                <w:sz w:val="24"/>
                <w:szCs w:val="24"/>
              </w:rPr>
              <w:t>Bogusław Kotarba</w:t>
            </w:r>
            <w:r w:rsidR="0049477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9126D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9126D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840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126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913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8401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126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126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126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126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126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126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E78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A40F0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</w:t>
      </w:r>
      <w:r w:rsidR="0015386E">
        <w:rPr>
          <w:rFonts w:ascii="Corbel" w:hAnsi="Corbel"/>
          <w:smallCaps w:val="0"/>
          <w:szCs w:val="24"/>
        </w:rPr>
        <w:t xml:space="preserve">X  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A40F0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A40F06">
        <w:rPr>
          <w:rFonts w:ascii="MS Gothic" w:eastAsia="MS Gothic" w:hAnsi="MS Gothic" w:cs="MS Gothic" w:hint="eastAsia"/>
          <w:b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A40F06" w:rsidRDefault="0015386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</w:p>
    <w:p w:rsidR="00E960BB" w:rsidRPr="0015386E" w:rsidRDefault="005E5B2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>zaliczenie z  oceną</w:t>
      </w:r>
    </w:p>
    <w:p w:rsidR="00D429B1" w:rsidRDefault="00D429B1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A40F06" w:rsidRPr="009C54AE" w:rsidRDefault="00A40F0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596729" w:rsidP="001538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67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związanych z obroną cywilną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ochroną ludności</w:t>
            </w:r>
          </w:p>
        </w:tc>
      </w:tr>
    </w:tbl>
    <w:p w:rsidR="00D429B1" w:rsidRDefault="00D429B1" w:rsidP="00D429B1">
      <w:pPr>
        <w:spacing w:after="0" w:line="240" w:lineRule="auto"/>
        <w:rPr>
          <w:rFonts w:ascii="Corbel" w:hAnsi="Corbel"/>
          <w:szCs w:val="24"/>
        </w:rPr>
      </w:pPr>
    </w:p>
    <w:p w:rsidR="00D87318" w:rsidRDefault="00D87318">
      <w:pPr>
        <w:spacing w:after="0" w:line="240" w:lineRule="auto"/>
        <w:rPr>
          <w:rFonts w:ascii="Corbel" w:hAnsi="Corbel"/>
          <w:b/>
          <w:szCs w:val="24"/>
        </w:rPr>
      </w:pPr>
      <w:r>
        <w:rPr>
          <w:rFonts w:ascii="Corbel" w:hAnsi="Corbel"/>
          <w:b/>
          <w:szCs w:val="24"/>
        </w:rPr>
        <w:br w:type="page"/>
      </w:r>
    </w:p>
    <w:p w:rsidR="0085747A" w:rsidRPr="00D87318" w:rsidRDefault="0071620A" w:rsidP="00D429B1">
      <w:pPr>
        <w:spacing w:after="0" w:line="240" w:lineRule="auto"/>
        <w:rPr>
          <w:rFonts w:ascii="Corbel" w:hAnsi="Corbel"/>
          <w:b/>
          <w:szCs w:val="24"/>
        </w:rPr>
      </w:pPr>
      <w:r w:rsidRPr="00D87318">
        <w:rPr>
          <w:rFonts w:ascii="Corbel" w:hAnsi="Corbel"/>
          <w:b/>
          <w:szCs w:val="24"/>
        </w:rPr>
        <w:lastRenderedPageBreak/>
        <w:t>3.</w:t>
      </w:r>
      <w:r w:rsidR="0085747A" w:rsidRPr="00D87318">
        <w:rPr>
          <w:rFonts w:ascii="Corbel" w:hAnsi="Corbel"/>
          <w:b/>
          <w:szCs w:val="24"/>
        </w:rPr>
        <w:t xml:space="preserve"> </w:t>
      </w:r>
      <w:r w:rsidR="00A40F06">
        <w:rPr>
          <w:rFonts w:ascii="Corbel" w:hAnsi="Corbel"/>
          <w:b/>
          <w:szCs w:val="24"/>
        </w:rPr>
        <w:t>C</w:t>
      </w:r>
      <w:r w:rsidR="00A84C85" w:rsidRPr="00D87318">
        <w:rPr>
          <w:rFonts w:ascii="Corbel" w:hAnsi="Corbel"/>
          <w:b/>
          <w:szCs w:val="24"/>
        </w:rPr>
        <w:t>ele, efekty uczenia się</w:t>
      </w:r>
      <w:r w:rsidR="0085747A" w:rsidRPr="00D87318">
        <w:rPr>
          <w:rFonts w:ascii="Corbel" w:hAnsi="Corbel"/>
          <w:b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596729" w:rsidRPr="009C54AE" w:rsidTr="00596729">
        <w:tc>
          <w:tcPr>
            <w:tcW w:w="851" w:type="dxa"/>
            <w:vAlign w:val="center"/>
          </w:tcPr>
          <w:p w:rsidR="00596729" w:rsidRPr="009C54AE" w:rsidRDefault="00596729" w:rsidP="0059672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96729" w:rsidRPr="00410B24" w:rsidRDefault="00596729" w:rsidP="00596729">
            <w:pPr>
              <w:spacing w:after="0"/>
            </w:pPr>
            <w:r w:rsidRPr="00410B24">
              <w:t>Przekazanie studentom wiedzy na temat sytuacji kryzysowych i kryzysów oraz ich przyczyn</w:t>
            </w:r>
          </w:p>
        </w:tc>
      </w:tr>
      <w:tr w:rsidR="00596729" w:rsidRPr="009C54AE" w:rsidTr="00596729">
        <w:tc>
          <w:tcPr>
            <w:tcW w:w="851" w:type="dxa"/>
            <w:vAlign w:val="center"/>
          </w:tcPr>
          <w:p w:rsidR="00596729" w:rsidRPr="009C54AE" w:rsidRDefault="00596729" w:rsidP="0059672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96729" w:rsidRPr="00410B24" w:rsidRDefault="00596729" w:rsidP="00596729">
            <w:pPr>
              <w:spacing w:after="0"/>
            </w:pPr>
            <w:r w:rsidRPr="00410B24">
              <w:t>Wykształcenie umiejętności oceny skali zagrożeń oraz przedsiębrania odpowiednich środków zapobiegawczych</w:t>
            </w:r>
          </w:p>
        </w:tc>
      </w:tr>
      <w:tr w:rsidR="00596729" w:rsidRPr="009C54AE" w:rsidTr="00596729">
        <w:tc>
          <w:tcPr>
            <w:tcW w:w="851" w:type="dxa"/>
            <w:vAlign w:val="center"/>
          </w:tcPr>
          <w:p w:rsidR="00596729" w:rsidRPr="009C54AE" w:rsidRDefault="00596729" w:rsidP="0059672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596729" w:rsidRDefault="00596729" w:rsidP="00596729">
            <w:pPr>
              <w:spacing w:after="0"/>
            </w:pPr>
            <w:r w:rsidRPr="00410B24">
              <w:t>Zapoznanie z instytucjami zarządzania kryzysowego, ich kompetencjami i zadaniami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bookmarkStart w:id="0" w:name="_Hlk56721732"/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85747A" w:rsidRPr="009C54AE" w:rsidTr="009126D0">
        <w:tc>
          <w:tcPr>
            <w:tcW w:w="1681" w:type="dxa"/>
            <w:vAlign w:val="center"/>
          </w:tcPr>
          <w:p w:rsidR="0085747A" w:rsidRPr="009C54AE" w:rsidRDefault="0085747A" w:rsidP="006212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6212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6212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D741C" w:rsidRPr="009C54AE" w:rsidTr="009126D0">
        <w:tc>
          <w:tcPr>
            <w:tcW w:w="1681" w:type="dxa"/>
            <w:vAlign w:val="center"/>
          </w:tcPr>
          <w:p w:rsidR="00FD741C" w:rsidRPr="009C54AE" w:rsidRDefault="00FD741C" w:rsidP="00FD74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:rsidR="00FD741C" w:rsidRPr="00903C24" w:rsidRDefault="00FD741C" w:rsidP="00FD74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3C24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9126D0">
              <w:rPr>
                <w:rFonts w:ascii="Corbel" w:hAnsi="Corbel"/>
                <w:b w:val="0"/>
                <w:smallCaps w:val="0"/>
                <w:szCs w:val="24"/>
              </w:rPr>
              <w:t xml:space="preserve">i rozumie </w:t>
            </w:r>
            <w:r w:rsidRPr="00903C24">
              <w:rPr>
                <w:rFonts w:ascii="Corbel" w:hAnsi="Corbel"/>
                <w:b w:val="0"/>
                <w:smallCaps w:val="0"/>
                <w:szCs w:val="24"/>
              </w:rPr>
              <w:t>najważniejsze przepisy ustawy o zarządzaniu kryzysowym</w:t>
            </w:r>
          </w:p>
        </w:tc>
        <w:tc>
          <w:tcPr>
            <w:tcW w:w="1865" w:type="dxa"/>
            <w:vAlign w:val="center"/>
          </w:tcPr>
          <w:p w:rsidR="009126D0" w:rsidRDefault="009126D0" w:rsidP="00FD74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D741C">
              <w:rPr>
                <w:rFonts w:ascii="Corbel" w:hAnsi="Corbel"/>
                <w:b w:val="0"/>
                <w:smallCaps w:val="0"/>
                <w:szCs w:val="24"/>
              </w:rPr>
              <w:t>W01</w:t>
            </w:r>
          </w:p>
          <w:p w:rsidR="00FD741C" w:rsidRDefault="009126D0" w:rsidP="00FD74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D741C">
              <w:rPr>
                <w:rFonts w:ascii="Corbel" w:hAnsi="Corbel"/>
                <w:b w:val="0"/>
                <w:smallCaps w:val="0"/>
                <w:szCs w:val="24"/>
              </w:rPr>
              <w:t>W06</w:t>
            </w:r>
          </w:p>
        </w:tc>
      </w:tr>
      <w:tr w:rsidR="00FD741C" w:rsidRPr="009C54AE" w:rsidTr="009126D0">
        <w:tc>
          <w:tcPr>
            <w:tcW w:w="1681" w:type="dxa"/>
            <w:vAlign w:val="center"/>
          </w:tcPr>
          <w:p w:rsidR="00FD741C" w:rsidRPr="009C54AE" w:rsidRDefault="00FD741C" w:rsidP="00FD74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:rsidR="00FD741C" w:rsidRPr="00903C24" w:rsidRDefault="009126D0" w:rsidP="00FD74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FD741C" w:rsidRPr="00903C24">
              <w:rPr>
                <w:rFonts w:ascii="Corbel" w:hAnsi="Corbel"/>
                <w:b w:val="0"/>
                <w:smallCaps w:val="0"/>
                <w:szCs w:val="24"/>
              </w:rPr>
              <w:t xml:space="preserve"> instytucje i organy odpowiedzialne za zarządzanie kryzysowe na poziomie krajowym, regionalnym i lokalnym</w:t>
            </w:r>
          </w:p>
        </w:tc>
        <w:tc>
          <w:tcPr>
            <w:tcW w:w="1865" w:type="dxa"/>
            <w:vAlign w:val="center"/>
          </w:tcPr>
          <w:p w:rsidR="00FD741C" w:rsidRPr="009C54AE" w:rsidRDefault="009126D0" w:rsidP="00FD74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D741C">
              <w:rPr>
                <w:rFonts w:ascii="Corbel" w:hAnsi="Corbel"/>
                <w:b w:val="0"/>
                <w:smallCaps w:val="0"/>
                <w:szCs w:val="24"/>
              </w:rPr>
              <w:t>W04</w:t>
            </w:r>
          </w:p>
        </w:tc>
      </w:tr>
      <w:tr w:rsidR="00FD741C" w:rsidRPr="009C54AE" w:rsidTr="009126D0">
        <w:tc>
          <w:tcPr>
            <w:tcW w:w="1681" w:type="dxa"/>
            <w:vAlign w:val="center"/>
          </w:tcPr>
          <w:p w:rsidR="00FD741C" w:rsidRPr="009C54AE" w:rsidRDefault="00FD741C" w:rsidP="00FD74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  <w:vAlign w:val="center"/>
          </w:tcPr>
          <w:p w:rsidR="00FD741C" w:rsidRPr="00903C24" w:rsidRDefault="009126D0" w:rsidP="00FD74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</w:t>
            </w:r>
            <w:r w:rsidR="00FD741C" w:rsidRPr="00903C24">
              <w:rPr>
                <w:rFonts w:ascii="Corbel" w:hAnsi="Corbel"/>
                <w:b w:val="0"/>
                <w:smallCaps w:val="0"/>
                <w:szCs w:val="24"/>
              </w:rPr>
              <w:t>nali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zować</w:t>
            </w:r>
            <w:r w:rsidR="00FD741C" w:rsidRPr="00903C24">
              <w:rPr>
                <w:rFonts w:ascii="Corbel" w:hAnsi="Corbel"/>
                <w:b w:val="0"/>
                <w:smallCaps w:val="0"/>
                <w:szCs w:val="24"/>
              </w:rPr>
              <w:t xml:space="preserve"> możliwe zagrożenia bezpieczeństwa w swojej gminie</w:t>
            </w:r>
          </w:p>
        </w:tc>
        <w:tc>
          <w:tcPr>
            <w:tcW w:w="1865" w:type="dxa"/>
            <w:vAlign w:val="center"/>
          </w:tcPr>
          <w:p w:rsidR="009126D0" w:rsidRDefault="009126D0" w:rsidP="00FD74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D741C">
              <w:rPr>
                <w:rFonts w:ascii="Corbel" w:hAnsi="Corbel"/>
                <w:b w:val="0"/>
                <w:smallCaps w:val="0"/>
                <w:szCs w:val="24"/>
              </w:rPr>
              <w:t>U02</w:t>
            </w:r>
          </w:p>
          <w:p w:rsidR="00FD741C" w:rsidRPr="009C54AE" w:rsidRDefault="009126D0" w:rsidP="00FD74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F64CE">
              <w:rPr>
                <w:rFonts w:ascii="Corbel" w:hAnsi="Corbel"/>
                <w:b w:val="0"/>
                <w:smallCaps w:val="0"/>
                <w:szCs w:val="24"/>
              </w:rPr>
              <w:t>U03</w:t>
            </w:r>
          </w:p>
        </w:tc>
      </w:tr>
      <w:tr w:rsidR="00FD741C" w:rsidRPr="009C54AE" w:rsidTr="009126D0">
        <w:tc>
          <w:tcPr>
            <w:tcW w:w="1681" w:type="dxa"/>
            <w:vAlign w:val="center"/>
          </w:tcPr>
          <w:p w:rsidR="00FD741C" w:rsidRPr="009C54AE" w:rsidRDefault="00FD741C" w:rsidP="00FD74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vAlign w:val="center"/>
          </w:tcPr>
          <w:p w:rsidR="00FD741C" w:rsidRPr="00903C24" w:rsidRDefault="006F64CE" w:rsidP="00FD74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podstawie obserwacji procesów społecznych, gospodarczych i politycznych potrafi wskazywać potencjalne zagrożenia bezpieczeństwa regionalnego i lokalnego</w:t>
            </w:r>
          </w:p>
        </w:tc>
        <w:tc>
          <w:tcPr>
            <w:tcW w:w="1865" w:type="dxa"/>
            <w:vAlign w:val="center"/>
          </w:tcPr>
          <w:p w:rsidR="00FD741C" w:rsidRPr="009C54AE" w:rsidRDefault="009126D0" w:rsidP="00FD74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F64CE">
              <w:rPr>
                <w:rFonts w:ascii="Corbel" w:hAnsi="Corbel"/>
                <w:b w:val="0"/>
                <w:smallCaps w:val="0"/>
                <w:szCs w:val="24"/>
              </w:rPr>
              <w:t>U05</w:t>
            </w:r>
          </w:p>
        </w:tc>
      </w:tr>
      <w:tr w:rsidR="00FE4A2B" w:rsidRPr="009C54AE" w:rsidTr="009126D0">
        <w:tc>
          <w:tcPr>
            <w:tcW w:w="1681" w:type="dxa"/>
            <w:vAlign w:val="center"/>
          </w:tcPr>
          <w:p w:rsidR="00FE4A2B" w:rsidRDefault="00FE4A2B" w:rsidP="00FD74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vAlign w:val="center"/>
          </w:tcPr>
          <w:p w:rsidR="00FE4A2B" w:rsidRDefault="009126D0" w:rsidP="00FD74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</w:t>
            </w:r>
            <w:r w:rsidR="00FE4A2B" w:rsidRPr="00903C24">
              <w:rPr>
                <w:rFonts w:ascii="Corbel" w:hAnsi="Corbel"/>
                <w:b w:val="0"/>
                <w:smallCaps w:val="0"/>
                <w:szCs w:val="24"/>
              </w:rPr>
              <w:t>ropon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ować</w:t>
            </w:r>
            <w:r w:rsidR="00FE4A2B" w:rsidRPr="00903C24">
              <w:rPr>
                <w:rFonts w:ascii="Corbel" w:hAnsi="Corbel"/>
                <w:b w:val="0"/>
                <w:smallCaps w:val="0"/>
                <w:szCs w:val="24"/>
              </w:rPr>
              <w:t xml:space="preserve"> działania na rzecz ograniczenia skutków klęski żywiołowej </w:t>
            </w:r>
            <w:r w:rsidR="00700BC2">
              <w:rPr>
                <w:rFonts w:ascii="Corbel" w:hAnsi="Corbel"/>
                <w:b w:val="0"/>
                <w:smallCaps w:val="0"/>
                <w:szCs w:val="24"/>
              </w:rPr>
              <w:t xml:space="preserve">na </w:t>
            </w:r>
            <w:r w:rsidR="00FE4A2B" w:rsidRPr="00903C24">
              <w:rPr>
                <w:rFonts w:ascii="Corbel" w:hAnsi="Corbel"/>
                <w:b w:val="0"/>
                <w:smallCaps w:val="0"/>
                <w:szCs w:val="24"/>
              </w:rPr>
              <w:t>poziomie lokalnym</w:t>
            </w:r>
          </w:p>
        </w:tc>
        <w:tc>
          <w:tcPr>
            <w:tcW w:w="1865" w:type="dxa"/>
            <w:vAlign w:val="center"/>
          </w:tcPr>
          <w:p w:rsidR="009126D0" w:rsidRDefault="009126D0" w:rsidP="00FD74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E4A2B">
              <w:rPr>
                <w:rFonts w:ascii="Corbel" w:hAnsi="Corbel"/>
                <w:b w:val="0"/>
                <w:smallCaps w:val="0"/>
                <w:szCs w:val="24"/>
              </w:rPr>
              <w:t>U08</w:t>
            </w:r>
          </w:p>
          <w:p w:rsidR="00FE4A2B" w:rsidRDefault="00FE4A2B" w:rsidP="00FD74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126D0" w:rsidRPr="009C54AE" w:rsidTr="009126D0">
        <w:tc>
          <w:tcPr>
            <w:tcW w:w="1681" w:type="dxa"/>
            <w:vAlign w:val="center"/>
          </w:tcPr>
          <w:p w:rsidR="009126D0" w:rsidRDefault="009126D0" w:rsidP="00912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vAlign w:val="center"/>
          </w:tcPr>
          <w:p w:rsidR="009126D0" w:rsidRDefault="009126D0" w:rsidP="00912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Pr="00903C24">
              <w:rPr>
                <w:rFonts w:ascii="Corbel" w:hAnsi="Corbel"/>
                <w:b w:val="0"/>
                <w:smallCaps w:val="0"/>
                <w:szCs w:val="24"/>
              </w:rPr>
              <w:t xml:space="preserve"> działa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ń</w:t>
            </w:r>
            <w:r w:rsidRPr="00903C24">
              <w:rPr>
                <w:rFonts w:ascii="Corbel" w:hAnsi="Corbel"/>
                <w:b w:val="0"/>
                <w:smallCaps w:val="0"/>
                <w:szCs w:val="24"/>
              </w:rPr>
              <w:t xml:space="preserve"> na rzecz ograniczenia skutków klęski żywiołowej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</w:t>
            </w:r>
            <w:r w:rsidRPr="00903C24">
              <w:rPr>
                <w:rFonts w:ascii="Corbel" w:hAnsi="Corbel"/>
                <w:b w:val="0"/>
                <w:smallCaps w:val="0"/>
                <w:szCs w:val="24"/>
              </w:rPr>
              <w:t>poziomie lokalnym</w:t>
            </w:r>
          </w:p>
        </w:tc>
        <w:tc>
          <w:tcPr>
            <w:tcW w:w="1865" w:type="dxa"/>
            <w:vAlign w:val="center"/>
          </w:tcPr>
          <w:p w:rsidR="009126D0" w:rsidRDefault="009126D0" w:rsidP="00912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bookmarkEnd w:id="0"/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A40F06">
      <w:pPr>
        <w:pStyle w:val="Akapitzlist"/>
        <w:spacing w:line="36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62125C">
            <w:pPr>
              <w:pStyle w:val="Akapitzlist"/>
              <w:spacing w:after="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B6C93" w:rsidRPr="009C54AE" w:rsidTr="00923D7D">
        <w:tc>
          <w:tcPr>
            <w:tcW w:w="9639" w:type="dxa"/>
          </w:tcPr>
          <w:p w:rsidR="006B6C93" w:rsidRPr="00A85BF0" w:rsidRDefault="006B6C93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5BF0">
              <w:rPr>
                <w:rFonts w:ascii="Corbel" w:hAnsi="Corbel"/>
                <w:sz w:val="24"/>
                <w:szCs w:val="24"/>
              </w:rPr>
              <w:t>Pojęcie sytuacji kryzysowej i kryzysu</w:t>
            </w:r>
          </w:p>
        </w:tc>
      </w:tr>
      <w:tr w:rsidR="006B6C93" w:rsidRPr="009C54AE" w:rsidTr="00923D7D">
        <w:tc>
          <w:tcPr>
            <w:tcW w:w="9639" w:type="dxa"/>
          </w:tcPr>
          <w:p w:rsidR="006B6C93" w:rsidRPr="00A85BF0" w:rsidRDefault="006B6C93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5BF0">
              <w:rPr>
                <w:rFonts w:ascii="Corbel" w:hAnsi="Corbel"/>
                <w:sz w:val="24"/>
                <w:szCs w:val="24"/>
              </w:rPr>
              <w:t>Fazy zarządzania kryzysowego</w:t>
            </w:r>
          </w:p>
        </w:tc>
      </w:tr>
      <w:tr w:rsidR="006B6C93" w:rsidRPr="009C54AE" w:rsidTr="00923D7D">
        <w:tc>
          <w:tcPr>
            <w:tcW w:w="9639" w:type="dxa"/>
          </w:tcPr>
          <w:p w:rsidR="006B6C93" w:rsidRPr="00A85BF0" w:rsidRDefault="006B6C93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5BF0">
              <w:rPr>
                <w:rFonts w:ascii="Corbel" w:hAnsi="Corbel"/>
                <w:sz w:val="24"/>
                <w:szCs w:val="24"/>
              </w:rPr>
              <w:t>Plany zarządzania kryzysowego</w:t>
            </w:r>
          </w:p>
        </w:tc>
      </w:tr>
      <w:tr w:rsidR="006B6C93" w:rsidRPr="009C54AE" w:rsidTr="00923D7D">
        <w:tc>
          <w:tcPr>
            <w:tcW w:w="9639" w:type="dxa"/>
          </w:tcPr>
          <w:p w:rsidR="006B6C93" w:rsidRPr="00A85BF0" w:rsidRDefault="006B6C93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5BF0">
              <w:rPr>
                <w:rFonts w:ascii="Corbel" w:hAnsi="Corbel"/>
                <w:sz w:val="24"/>
                <w:szCs w:val="24"/>
              </w:rPr>
              <w:t>Prawno-organizacyjne problemy zarządzania kryzysowego</w:t>
            </w:r>
          </w:p>
        </w:tc>
      </w:tr>
      <w:tr w:rsidR="006B6C93" w:rsidRPr="009C54AE" w:rsidTr="00923D7D">
        <w:tc>
          <w:tcPr>
            <w:tcW w:w="9639" w:type="dxa"/>
          </w:tcPr>
          <w:p w:rsidR="006B6C93" w:rsidRPr="00A85BF0" w:rsidRDefault="006B6C93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5BF0">
              <w:rPr>
                <w:rFonts w:ascii="Corbel" w:hAnsi="Corbel"/>
                <w:sz w:val="24"/>
                <w:szCs w:val="24"/>
              </w:rPr>
              <w:t xml:space="preserve"> System i narzędzia zarządzania kryzysowego</w:t>
            </w:r>
          </w:p>
        </w:tc>
      </w:tr>
      <w:tr w:rsidR="006B6C93" w:rsidRPr="009C54AE" w:rsidTr="00923D7D">
        <w:tc>
          <w:tcPr>
            <w:tcW w:w="9639" w:type="dxa"/>
          </w:tcPr>
          <w:p w:rsidR="006B6C93" w:rsidRPr="00A85BF0" w:rsidRDefault="006B6C93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5BF0">
              <w:rPr>
                <w:rFonts w:ascii="Corbel" w:hAnsi="Corbel"/>
                <w:sz w:val="24"/>
                <w:szCs w:val="24"/>
              </w:rPr>
              <w:t>Charakterystyka wybranych sił i środków wykorzystywanych w zarządzaniu kryzysowym (Państwowa Straż Pożarna, Policja, Państwowa Inspekcja Sanitarna, Inspekcja Weterynaryjna, Państwowe Ratownictwo Medyczne)</w:t>
            </w:r>
          </w:p>
        </w:tc>
      </w:tr>
      <w:tr w:rsidR="006B6C93" w:rsidRPr="009C54AE" w:rsidTr="00923D7D">
        <w:tc>
          <w:tcPr>
            <w:tcW w:w="9639" w:type="dxa"/>
          </w:tcPr>
          <w:p w:rsidR="006B6C93" w:rsidRPr="00A85BF0" w:rsidRDefault="006B6C93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5BF0">
              <w:rPr>
                <w:rFonts w:ascii="Corbel" w:hAnsi="Corbel"/>
                <w:sz w:val="24"/>
                <w:szCs w:val="24"/>
              </w:rPr>
              <w:t>Zarządzanie kryzysowe na szczeblu centralnym</w:t>
            </w:r>
          </w:p>
        </w:tc>
      </w:tr>
      <w:tr w:rsidR="006B6C93" w:rsidRPr="009C54AE" w:rsidTr="00923D7D">
        <w:tc>
          <w:tcPr>
            <w:tcW w:w="9639" w:type="dxa"/>
          </w:tcPr>
          <w:p w:rsidR="006B6C93" w:rsidRPr="00A85BF0" w:rsidRDefault="006B6C93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5BF0">
              <w:rPr>
                <w:rFonts w:ascii="Corbel" w:hAnsi="Corbel"/>
                <w:sz w:val="24"/>
                <w:szCs w:val="24"/>
              </w:rPr>
              <w:t>Zarządzanie kryzysowe na szczeblu wojewódzkim</w:t>
            </w:r>
          </w:p>
        </w:tc>
      </w:tr>
      <w:tr w:rsidR="006B6C93" w:rsidRPr="009C54AE" w:rsidTr="00923D7D">
        <w:tc>
          <w:tcPr>
            <w:tcW w:w="9639" w:type="dxa"/>
          </w:tcPr>
          <w:p w:rsidR="006B6C93" w:rsidRPr="00A85BF0" w:rsidRDefault="006B6C93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5BF0">
              <w:rPr>
                <w:rFonts w:ascii="Corbel" w:hAnsi="Corbel"/>
                <w:sz w:val="24"/>
                <w:szCs w:val="24"/>
              </w:rPr>
              <w:lastRenderedPageBreak/>
              <w:t>Zarządzanie kryzysowe na szczeblu powiatowym</w:t>
            </w:r>
          </w:p>
        </w:tc>
      </w:tr>
      <w:tr w:rsidR="006B6C93" w:rsidRPr="009C54AE" w:rsidTr="00923D7D">
        <w:tc>
          <w:tcPr>
            <w:tcW w:w="9639" w:type="dxa"/>
          </w:tcPr>
          <w:p w:rsidR="006B6C93" w:rsidRPr="00A85BF0" w:rsidRDefault="006B6C93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5BF0">
              <w:rPr>
                <w:rFonts w:ascii="Corbel" w:hAnsi="Corbel"/>
                <w:sz w:val="24"/>
                <w:szCs w:val="24"/>
              </w:rPr>
              <w:t>Zarządzanie kryzysowe na poziomie gminy</w:t>
            </w:r>
          </w:p>
        </w:tc>
      </w:tr>
      <w:tr w:rsidR="006B6C93" w:rsidRPr="009C54AE" w:rsidTr="00923D7D">
        <w:tc>
          <w:tcPr>
            <w:tcW w:w="9639" w:type="dxa"/>
          </w:tcPr>
          <w:p w:rsidR="006B6C93" w:rsidRPr="00A85BF0" w:rsidRDefault="006B6C93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5BF0">
              <w:rPr>
                <w:rFonts w:ascii="Corbel" w:hAnsi="Corbel"/>
                <w:sz w:val="24"/>
                <w:szCs w:val="24"/>
              </w:rPr>
              <w:t>Ćwiczenia z zakresu zarządzania kryzysowego (powódź, pożar, katastrofa w ruchu lądowym z uwolnieniem środków toksycznych)</w:t>
            </w:r>
          </w:p>
        </w:tc>
      </w:tr>
    </w:tbl>
    <w:p w:rsidR="0062125C" w:rsidRDefault="0062125C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:rsidR="0085747A" w:rsidRPr="009C54AE" w:rsidRDefault="009F4610" w:rsidP="00A40F06">
      <w:pPr>
        <w:pStyle w:val="Punktygwne"/>
        <w:spacing w:before="0" w:after="0" w:line="360" w:lineRule="auto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F86810" w:rsidRPr="009C54AE" w:rsidRDefault="006B6C9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6C93">
        <w:rPr>
          <w:rFonts w:ascii="Corbel" w:hAnsi="Corbel"/>
          <w:b w:val="0"/>
          <w:smallCaps w:val="0"/>
          <w:szCs w:val="24"/>
        </w:rPr>
        <w:t>Ćwiczenia: wykład z prezentacją multimedialną, analiza aktów prawnych i dokumentów, dyskusja moderowana, praca w grupach, rozwiązywanie zadań ćwiczeniowych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6819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6819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6819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6819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6819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B6C93" w:rsidRPr="009C54AE" w:rsidTr="00E204AB">
        <w:tc>
          <w:tcPr>
            <w:tcW w:w="1985" w:type="dxa"/>
          </w:tcPr>
          <w:p w:rsidR="006B6C93" w:rsidRPr="00E204AB" w:rsidRDefault="006B6C93" w:rsidP="006B6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204AB">
              <w:rPr>
                <w:rFonts w:ascii="Corbel" w:hAnsi="Corbel"/>
                <w:b w:val="0"/>
                <w:smallCaps w:val="0"/>
              </w:rPr>
              <w:t xml:space="preserve">Ek_ 01 </w:t>
            </w:r>
          </w:p>
        </w:tc>
        <w:tc>
          <w:tcPr>
            <w:tcW w:w="5528" w:type="dxa"/>
          </w:tcPr>
          <w:p w:rsidR="006B6C93" w:rsidRPr="00CA0D67" w:rsidRDefault="006B6C93" w:rsidP="006B6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test pisemny</w:t>
            </w:r>
          </w:p>
        </w:tc>
        <w:tc>
          <w:tcPr>
            <w:tcW w:w="2126" w:type="dxa"/>
            <w:vAlign w:val="center"/>
          </w:tcPr>
          <w:p w:rsidR="006B6C93" w:rsidRPr="00CA0D67" w:rsidRDefault="006B6C93" w:rsidP="006B6C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0D6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6B6C93" w:rsidRPr="009C54AE" w:rsidTr="00E204AB">
        <w:tc>
          <w:tcPr>
            <w:tcW w:w="1985" w:type="dxa"/>
          </w:tcPr>
          <w:p w:rsidR="006B6C93" w:rsidRPr="00E204AB" w:rsidRDefault="006B6C93" w:rsidP="006B6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204AB">
              <w:rPr>
                <w:rFonts w:ascii="Corbel" w:hAnsi="Corbel"/>
                <w:b w:val="0"/>
                <w:smallCaps w:val="0"/>
              </w:rPr>
              <w:t>Ek_ 02</w:t>
            </w:r>
          </w:p>
        </w:tc>
        <w:tc>
          <w:tcPr>
            <w:tcW w:w="5528" w:type="dxa"/>
          </w:tcPr>
          <w:p w:rsidR="006B6C93" w:rsidRPr="00CA0D67" w:rsidRDefault="00403A5F" w:rsidP="006B6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test pisemny</w:t>
            </w:r>
          </w:p>
        </w:tc>
        <w:tc>
          <w:tcPr>
            <w:tcW w:w="2126" w:type="dxa"/>
            <w:vAlign w:val="center"/>
          </w:tcPr>
          <w:p w:rsidR="006B6C93" w:rsidRPr="00CA0D67" w:rsidRDefault="006B6C93" w:rsidP="006B6C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0D6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6B6C93" w:rsidRPr="009C54AE" w:rsidTr="00E204AB">
        <w:tc>
          <w:tcPr>
            <w:tcW w:w="1985" w:type="dxa"/>
          </w:tcPr>
          <w:p w:rsidR="006B6C93" w:rsidRPr="00E204AB" w:rsidRDefault="006B6C93" w:rsidP="006B6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204AB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528" w:type="dxa"/>
          </w:tcPr>
          <w:p w:rsidR="006B6C93" w:rsidRPr="00CA0D67" w:rsidRDefault="006B6C93" w:rsidP="006B6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wypowiedzi podczas zajęć</w:t>
            </w:r>
          </w:p>
        </w:tc>
        <w:tc>
          <w:tcPr>
            <w:tcW w:w="2126" w:type="dxa"/>
            <w:vAlign w:val="center"/>
          </w:tcPr>
          <w:p w:rsidR="006B6C93" w:rsidRPr="00CA0D67" w:rsidRDefault="006B6C93" w:rsidP="006B6C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0D6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6B6C93" w:rsidRPr="009C54AE" w:rsidTr="00E204AB">
        <w:tc>
          <w:tcPr>
            <w:tcW w:w="1985" w:type="dxa"/>
          </w:tcPr>
          <w:p w:rsidR="006B6C93" w:rsidRPr="00E204AB" w:rsidRDefault="006B6C93" w:rsidP="006B6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204AB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528" w:type="dxa"/>
          </w:tcPr>
          <w:p w:rsidR="006B6C93" w:rsidRPr="00CA0D67" w:rsidRDefault="006B6C93" w:rsidP="00403A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wypowiedzi podczas zajęć</w:t>
            </w:r>
          </w:p>
        </w:tc>
        <w:tc>
          <w:tcPr>
            <w:tcW w:w="2126" w:type="dxa"/>
            <w:vAlign w:val="center"/>
          </w:tcPr>
          <w:p w:rsidR="006B6C93" w:rsidRPr="00CA0D67" w:rsidRDefault="006B6C93" w:rsidP="006B6C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0D6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403A5F" w:rsidRPr="009C54AE" w:rsidTr="00E204AB">
        <w:tc>
          <w:tcPr>
            <w:tcW w:w="1985" w:type="dxa"/>
          </w:tcPr>
          <w:p w:rsidR="00403A5F" w:rsidRPr="00E204AB" w:rsidRDefault="00403A5F" w:rsidP="006B6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EK_05</w:t>
            </w:r>
            <w:r w:rsidR="009126D0">
              <w:rPr>
                <w:rFonts w:ascii="Corbel" w:hAnsi="Corbel"/>
                <w:b w:val="0"/>
                <w:smallCaps w:val="0"/>
              </w:rPr>
              <w:t>, EK_06</w:t>
            </w:r>
          </w:p>
        </w:tc>
        <w:tc>
          <w:tcPr>
            <w:tcW w:w="5528" w:type="dxa"/>
          </w:tcPr>
          <w:p w:rsidR="00403A5F" w:rsidRDefault="00403A5F" w:rsidP="00403A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rozwiązanie zadania związanego z ograniczeniem skutków wskazanego zagrożenia dla społeczności lokalnej</w:t>
            </w:r>
          </w:p>
        </w:tc>
        <w:tc>
          <w:tcPr>
            <w:tcW w:w="2126" w:type="dxa"/>
            <w:vAlign w:val="center"/>
          </w:tcPr>
          <w:p w:rsidR="00403A5F" w:rsidRPr="00CA0D67" w:rsidRDefault="00403A5F" w:rsidP="006B6C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6B6C93" w:rsidRPr="006B6C93" w:rsidRDefault="006B6C93" w:rsidP="006B6C93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6B6C93">
              <w:rPr>
                <w:rFonts w:ascii="Corbel" w:hAnsi="Corbel"/>
                <w:sz w:val="24"/>
              </w:rPr>
              <w:t>ćwiczenia  – test pisemny wielokrotnego wyboru (MCQ), wielokrotnej odpowiedzi (MRQ), wyboru (T/F) oraz uzupełniania odpowiedzi, aktywny udział w zajęciach</w:t>
            </w:r>
          </w:p>
          <w:p w:rsidR="006B6C93" w:rsidRPr="006B6C93" w:rsidRDefault="006B6C93" w:rsidP="006B6C93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6B6C93">
              <w:rPr>
                <w:rFonts w:ascii="Corbel" w:hAnsi="Corbel"/>
                <w:sz w:val="24"/>
              </w:rPr>
              <w:t>Skala ocen z testu:</w:t>
            </w:r>
          </w:p>
          <w:p w:rsidR="006B6C93" w:rsidRPr="006B6C93" w:rsidRDefault="006B6C93" w:rsidP="006B6C93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B6C93">
              <w:rPr>
                <w:rFonts w:ascii="Corbel" w:hAnsi="Corbel"/>
                <w:sz w:val="24"/>
                <w:szCs w:val="24"/>
              </w:rPr>
              <w:t>Ocena bardzo dobra – od 90% do 100% punktów</w:t>
            </w:r>
          </w:p>
          <w:p w:rsidR="006B6C93" w:rsidRPr="006B6C93" w:rsidRDefault="006B6C93" w:rsidP="006B6C93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B6C93">
              <w:rPr>
                <w:rFonts w:ascii="Corbel" w:hAnsi="Corbel"/>
                <w:sz w:val="24"/>
                <w:szCs w:val="24"/>
              </w:rPr>
              <w:t>Ocena +dobra – od 80% do 89% punktów</w:t>
            </w:r>
          </w:p>
          <w:p w:rsidR="006B6C93" w:rsidRPr="006B6C93" w:rsidRDefault="006B6C93" w:rsidP="006B6C93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B6C93">
              <w:rPr>
                <w:rFonts w:ascii="Corbel" w:hAnsi="Corbel"/>
                <w:sz w:val="24"/>
                <w:szCs w:val="24"/>
              </w:rPr>
              <w:t>Ocena dobra – od 70% do 79% punktów</w:t>
            </w:r>
          </w:p>
          <w:p w:rsidR="006B6C93" w:rsidRPr="006B6C93" w:rsidRDefault="006B6C93" w:rsidP="006B6C93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B6C93">
              <w:rPr>
                <w:rFonts w:ascii="Corbel" w:hAnsi="Corbel"/>
                <w:sz w:val="24"/>
                <w:szCs w:val="24"/>
              </w:rPr>
              <w:t>Ocena +dostateczna – od 60 do 69% punktów</w:t>
            </w:r>
          </w:p>
          <w:p w:rsidR="006B6C93" w:rsidRPr="006B6C93" w:rsidRDefault="006B6C93" w:rsidP="006B6C93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B6C93">
              <w:rPr>
                <w:rFonts w:ascii="Corbel" w:hAnsi="Corbel"/>
                <w:sz w:val="24"/>
                <w:szCs w:val="24"/>
              </w:rPr>
              <w:t>Ocena dostateczna – od 50% do 59% punktów</w:t>
            </w:r>
          </w:p>
          <w:p w:rsidR="0085747A" w:rsidRPr="009C54AE" w:rsidRDefault="006B6C93" w:rsidP="006B6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6C93">
              <w:rPr>
                <w:rFonts w:ascii="Corbel" w:hAnsi="Corbel"/>
                <w:b w:val="0"/>
                <w:smallCaps w:val="0"/>
                <w:szCs w:val="24"/>
              </w:rPr>
              <w:t>Ocena niedostateczna – mniej niż 50% punktów</w:t>
            </w:r>
          </w:p>
        </w:tc>
      </w:tr>
    </w:tbl>
    <w:p w:rsidR="00403A5F" w:rsidRDefault="00403A5F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5D58B9" w:rsidRPr="009C54AE" w:rsidTr="006B6C93">
        <w:tc>
          <w:tcPr>
            <w:tcW w:w="4962" w:type="dxa"/>
            <w:vAlign w:val="center"/>
          </w:tcPr>
          <w:p w:rsidR="005D58B9" w:rsidRPr="009C54AE" w:rsidRDefault="005D58B9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="005D58B9" w:rsidRPr="009C54AE" w:rsidRDefault="00A913DA" w:rsidP="005D58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D58B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5D58B9" w:rsidRPr="009C54AE" w:rsidTr="006B6C93">
        <w:tc>
          <w:tcPr>
            <w:tcW w:w="4962" w:type="dxa"/>
            <w:vAlign w:val="center"/>
          </w:tcPr>
          <w:p w:rsidR="005D58B9" w:rsidRPr="009C54AE" w:rsidRDefault="005D58B9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5D58B9" w:rsidRPr="009C54AE" w:rsidRDefault="005D58B9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5D58B9" w:rsidRPr="009C54AE" w:rsidRDefault="005D58B9" w:rsidP="005D58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D58B9" w:rsidRPr="009C54AE" w:rsidTr="006B6C93">
        <w:tc>
          <w:tcPr>
            <w:tcW w:w="4962" w:type="dxa"/>
            <w:vAlign w:val="center"/>
          </w:tcPr>
          <w:p w:rsidR="005D58B9" w:rsidRPr="009C54AE" w:rsidRDefault="005D58B9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5D58B9" w:rsidRPr="009C54AE" w:rsidRDefault="005D58B9" w:rsidP="006B6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:rsidR="005D58B9" w:rsidRPr="009C54AE" w:rsidRDefault="00D84E47" w:rsidP="005D58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5D58B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D58B9" w:rsidRPr="009C54AE" w:rsidTr="00681951">
        <w:tc>
          <w:tcPr>
            <w:tcW w:w="4962" w:type="dxa"/>
          </w:tcPr>
          <w:p w:rsidR="005D58B9" w:rsidRPr="009C54AE" w:rsidRDefault="005D58B9" w:rsidP="00A40F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5D58B9" w:rsidRPr="009C54AE" w:rsidRDefault="005D58B9" w:rsidP="005D58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5D58B9" w:rsidRPr="009C54AE" w:rsidTr="00681951">
        <w:tc>
          <w:tcPr>
            <w:tcW w:w="4962" w:type="dxa"/>
          </w:tcPr>
          <w:p w:rsidR="005D58B9" w:rsidRPr="009C54AE" w:rsidRDefault="005D58B9" w:rsidP="00A40F0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5D58B9" w:rsidRPr="009C54AE" w:rsidRDefault="005D58B9" w:rsidP="005D58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61404C" w:rsidRPr="00A40F06" w:rsidRDefault="00923D7D" w:rsidP="00A218A6">
      <w:pPr>
        <w:pStyle w:val="Punktygwne"/>
        <w:spacing w:before="0" w:after="0"/>
        <w:ind w:left="426"/>
        <w:jc w:val="center"/>
        <w:rPr>
          <w:rFonts w:ascii="Corbel" w:hAnsi="Corbel"/>
          <w:b w:val="0"/>
          <w:sz w:val="22"/>
          <w:szCs w:val="24"/>
        </w:rPr>
      </w:pPr>
      <w:r w:rsidRPr="00A40F06">
        <w:rPr>
          <w:rFonts w:ascii="Corbel" w:hAnsi="Corbel"/>
          <w:b w:val="0"/>
          <w:i/>
          <w:smallCaps w:val="0"/>
          <w:sz w:val="22"/>
          <w:szCs w:val="24"/>
        </w:rPr>
        <w:t xml:space="preserve">* </w:t>
      </w:r>
      <w:r w:rsidR="00C61DC5" w:rsidRPr="00A40F06">
        <w:rPr>
          <w:rFonts w:ascii="Corbel" w:hAnsi="Corbel"/>
          <w:b w:val="0"/>
          <w:i/>
          <w:smallCaps w:val="0"/>
          <w:sz w:val="22"/>
          <w:szCs w:val="24"/>
        </w:rPr>
        <w:t>Należy uwzględnić, że 1 pkt ECTS odpowiada 25-30 godzin całkowitego nakładu pracy studenta.</w:t>
      </w:r>
    </w:p>
    <w:p w:rsidR="00A40F06" w:rsidRDefault="00A40F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A40F06" w:rsidRPr="009C54AE" w:rsidTr="0071620A">
        <w:trPr>
          <w:trHeight w:val="397"/>
        </w:trPr>
        <w:tc>
          <w:tcPr>
            <w:tcW w:w="3544" w:type="dxa"/>
          </w:tcPr>
          <w:p w:rsidR="00A40F06" w:rsidRPr="009C54AE" w:rsidRDefault="00A40F06" w:rsidP="00A40F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A40F06" w:rsidRPr="009C54AE" w:rsidRDefault="00A40F06" w:rsidP="00A40F06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016F86">
              <w:t>Nie dotyczy</w:t>
            </w:r>
          </w:p>
        </w:tc>
      </w:tr>
      <w:tr w:rsidR="00A40F06" w:rsidRPr="009C54AE" w:rsidTr="0071620A">
        <w:trPr>
          <w:trHeight w:val="397"/>
        </w:trPr>
        <w:tc>
          <w:tcPr>
            <w:tcW w:w="3544" w:type="dxa"/>
          </w:tcPr>
          <w:p w:rsidR="00A40F06" w:rsidRPr="009C54AE" w:rsidRDefault="00A40F06" w:rsidP="00A40F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A40F06" w:rsidRPr="009C54AE" w:rsidRDefault="00A40F06" w:rsidP="00A40F06">
            <w:pPr>
              <w:rPr>
                <w:rFonts w:ascii="Corbel" w:hAnsi="Corbel"/>
                <w:b/>
                <w:smallCaps/>
                <w:szCs w:val="24"/>
              </w:rPr>
            </w:pPr>
            <w:r w:rsidRPr="00016F86"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5D58B9" w:rsidRPr="00472624" w:rsidRDefault="0085747A" w:rsidP="005D58B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7262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B7CE7" w:rsidRPr="006B7CE7" w:rsidRDefault="006B7CE7" w:rsidP="0047262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006B7CE7">
              <w:rPr>
                <w:rFonts w:ascii="Corbel" w:hAnsi="Corbel"/>
                <w:b w:val="0"/>
                <w:smallCaps w:val="0"/>
              </w:rPr>
              <w:t>Więcek W., Bieniek J., Podstawy zarządzania kryzysowego i scenariusze ćwiczeń, Warszawa 2014.</w:t>
            </w:r>
          </w:p>
          <w:p w:rsidR="00843EE8" w:rsidRPr="009C54AE" w:rsidRDefault="006B7CE7" w:rsidP="004726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7CE7">
              <w:rPr>
                <w:rFonts w:ascii="Corbel" w:hAnsi="Corbel"/>
                <w:b w:val="0"/>
                <w:smallCaps w:val="0"/>
              </w:rPr>
              <w:t>Zarządzanie kryzysowe, red. W. Lidwa, Warszawa 2015.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843EE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7262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472624" w:rsidRPr="00472624" w:rsidRDefault="00472624" w:rsidP="00843EE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6B7CE7" w:rsidRPr="008F4161" w:rsidRDefault="006B7CE7" w:rsidP="004726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161">
              <w:rPr>
                <w:rFonts w:ascii="Corbel" w:hAnsi="Corbel"/>
                <w:b w:val="0"/>
                <w:smallCaps w:val="0"/>
                <w:szCs w:val="24"/>
              </w:rPr>
              <w:t xml:space="preserve">Skomra W., </w:t>
            </w:r>
            <w:r w:rsidRPr="008F4161">
              <w:rPr>
                <w:rFonts w:ascii="Corbel" w:hAnsi="Corbel"/>
                <w:b w:val="0"/>
                <w:i/>
                <w:smallCaps w:val="0"/>
                <w:szCs w:val="24"/>
              </w:rPr>
              <w:t>Zarządzanie kryzysowe – praktyczny przewodnik po nowelizacji ustawy</w:t>
            </w:r>
            <w:r w:rsidRPr="008F4161">
              <w:rPr>
                <w:rFonts w:ascii="Corbel" w:hAnsi="Corbel"/>
                <w:b w:val="0"/>
                <w:smallCaps w:val="0"/>
                <w:szCs w:val="24"/>
              </w:rPr>
              <w:t>, Wrocław 2010.</w:t>
            </w:r>
          </w:p>
          <w:p w:rsidR="006B7CE7" w:rsidRPr="008F4161" w:rsidRDefault="006B7CE7" w:rsidP="004726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161">
              <w:rPr>
                <w:rFonts w:ascii="Corbel" w:hAnsi="Corbel"/>
                <w:b w:val="0"/>
                <w:i/>
                <w:smallCaps w:val="0"/>
                <w:szCs w:val="24"/>
              </w:rPr>
              <w:t>Zarządzanie kryzysowe w administracji</w:t>
            </w:r>
            <w:r w:rsidRPr="008F4161">
              <w:rPr>
                <w:rFonts w:ascii="Corbel" w:hAnsi="Corbel"/>
                <w:b w:val="0"/>
                <w:smallCaps w:val="0"/>
                <w:szCs w:val="24"/>
              </w:rPr>
              <w:t>, red. R. Częścik, Z. Nowakowski, T. Płusa, J. Rajchel, K. Rajchel, Warszawa – Dęblin 2014.</w:t>
            </w:r>
          </w:p>
          <w:p w:rsidR="006B7CE7" w:rsidRPr="008F4161" w:rsidRDefault="006B7CE7" w:rsidP="004726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161">
              <w:rPr>
                <w:rFonts w:ascii="Corbel" w:hAnsi="Corbel"/>
                <w:b w:val="0"/>
                <w:i/>
                <w:smallCaps w:val="0"/>
                <w:szCs w:val="24"/>
              </w:rPr>
              <w:t>Zarządzanie kryzysowe. Teoria, praktyka, konteksty, badania</w:t>
            </w:r>
            <w:r w:rsidRPr="008F4161">
              <w:rPr>
                <w:rFonts w:ascii="Corbel" w:hAnsi="Corbel"/>
                <w:b w:val="0"/>
                <w:smallCaps w:val="0"/>
                <w:szCs w:val="24"/>
              </w:rPr>
              <w:t>, red. J. Stawnicka, B. Wiśniewski, R. Socha, Szczytno 2011.</w:t>
            </w:r>
          </w:p>
          <w:p w:rsidR="006B7CE7" w:rsidRPr="008F4161" w:rsidRDefault="006B7CE7" w:rsidP="004726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161">
              <w:rPr>
                <w:rFonts w:ascii="Corbel" w:hAnsi="Corbel"/>
                <w:b w:val="0"/>
                <w:smallCaps w:val="0"/>
                <w:szCs w:val="24"/>
              </w:rPr>
              <w:t xml:space="preserve">Żebrowski A., </w:t>
            </w:r>
            <w:r w:rsidRPr="008F4161">
              <w:rPr>
                <w:rFonts w:ascii="Corbel" w:hAnsi="Corbel"/>
                <w:b w:val="0"/>
                <w:i/>
                <w:smallCaps w:val="0"/>
                <w:szCs w:val="24"/>
              </w:rPr>
              <w:t>Zarządzanie kryzysowe elementami bezpieczeństwa Rzeczypospolitej Polskiej</w:t>
            </w:r>
            <w:r w:rsidRPr="008F4161"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:rsidR="006B7CE7" w:rsidRPr="008F4161" w:rsidRDefault="006B7CE7" w:rsidP="004726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161">
              <w:rPr>
                <w:rFonts w:ascii="Corbel" w:hAnsi="Corbel"/>
                <w:b w:val="0"/>
                <w:smallCaps w:val="0"/>
                <w:szCs w:val="24"/>
              </w:rPr>
              <w:t xml:space="preserve">Ziarko J., Walas-Trębacz J., </w:t>
            </w:r>
            <w:r w:rsidRPr="008F4161">
              <w:rPr>
                <w:rFonts w:ascii="Corbel" w:hAnsi="Corbel"/>
                <w:b w:val="0"/>
                <w:i/>
                <w:smallCaps w:val="0"/>
                <w:szCs w:val="24"/>
              </w:rPr>
              <w:t>Podstawy zarządzania kryzysowego</w:t>
            </w:r>
            <w:r w:rsidRPr="008F4161">
              <w:rPr>
                <w:rFonts w:ascii="Corbel" w:hAnsi="Corbel"/>
                <w:b w:val="0"/>
                <w:smallCaps w:val="0"/>
                <w:szCs w:val="24"/>
              </w:rPr>
              <w:t xml:space="preserve">, cz. 1. </w:t>
            </w:r>
            <w:r w:rsidRPr="008F4161">
              <w:rPr>
                <w:rFonts w:ascii="Corbel" w:hAnsi="Corbel"/>
                <w:b w:val="0"/>
                <w:i/>
                <w:smallCaps w:val="0"/>
                <w:szCs w:val="24"/>
              </w:rPr>
              <w:t>Zarządzanie kryzysowe w administracji publicznej</w:t>
            </w:r>
            <w:r w:rsidRPr="008F4161">
              <w:rPr>
                <w:rFonts w:ascii="Corbel" w:hAnsi="Corbel"/>
                <w:b w:val="0"/>
                <w:smallCaps w:val="0"/>
                <w:szCs w:val="24"/>
              </w:rPr>
              <w:t>, Kraków 2010.</w:t>
            </w:r>
          </w:p>
          <w:p w:rsidR="006B7CE7" w:rsidRPr="008F4161" w:rsidRDefault="006B7CE7" w:rsidP="0047262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8F4161">
              <w:rPr>
                <w:rFonts w:ascii="Corbel" w:hAnsi="Corbel"/>
                <w:b w:val="0"/>
                <w:smallCaps w:val="0"/>
                <w:szCs w:val="24"/>
              </w:rPr>
              <w:t>Rządowe Centrum Bezpieczeństwa, http://rcb.gov.pl/</w:t>
            </w:r>
          </w:p>
          <w:p w:rsidR="006B7CE7" w:rsidRPr="008F4161" w:rsidRDefault="006B7CE7" w:rsidP="0047262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4161">
              <w:rPr>
                <w:rFonts w:ascii="Corbel" w:hAnsi="Corbel"/>
                <w:b w:val="0"/>
                <w:smallCaps w:val="0"/>
                <w:szCs w:val="24"/>
              </w:rPr>
              <w:t>Ustawa z dnia 18 kwietnia 2002 r. o stanie klęski żywiołowej, tekst jedn. Dz.U. z 2014 r., poz. 333.</w:t>
            </w:r>
          </w:p>
          <w:p w:rsidR="006B7CE7" w:rsidRPr="008F4161" w:rsidRDefault="006B7CE7" w:rsidP="0047262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4161">
              <w:rPr>
                <w:rFonts w:ascii="Corbel" w:hAnsi="Corbel"/>
                <w:b w:val="0"/>
                <w:smallCaps w:val="0"/>
                <w:szCs w:val="24"/>
              </w:rPr>
              <w:t xml:space="preserve">Ustawa z dnia 18 marca 2010 r. o szczególnych uprawnieniach ministra właściwego do spraw skarbu Państwa oraz ich wykonywaniu w niektórych spółkach kapitałowych lub grupach kapitałowych prowadzących </w:t>
            </w:r>
            <w:r w:rsidRPr="008F416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działalność w sektorach energii elektrycznej, ropy naftowej oraz paliw gazowych, Dz.U. nr 65, poz. 404.</w:t>
            </w:r>
          </w:p>
          <w:p w:rsidR="006B7CE7" w:rsidRPr="008F4161" w:rsidRDefault="006B7CE7" w:rsidP="0047262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4161">
              <w:rPr>
                <w:rFonts w:ascii="Corbel" w:hAnsi="Corbel"/>
                <w:b w:val="0"/>
                <w:smallCaps w:val="0"/>
                <w:szCs w:val="24"/>
              </w:rPr>
              <w:t>Ustawa z dnia 21 czerwca 2002 r. o stanie wyjątkowym, tekst jedn. Dz.U. z 2014 r., poz. 1191.</w:t>
            </w:r>
          </w:p>
          <w:p w:rsidR="006B7CE7" w:rsidRPr="008F4161" w:rsidRDefault="006B7CE7" w:rsidP="0047262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4161">
              <w:rPr>
                <w:rFonts w:ascii="Corbel" w:hAnsi="Corbel"/>
                <w:b w:val="0"/>
                <w:smallCaps w:val="0"/>
                <w:szCs w:val="24"/>
              </w:rPr>
              <w:t>Ustawa z dnia 22 sierpnia 1997 r. o ochronie osób i mienia, tekst jedn. Dz.U. z 2014 r., poz. 1099.</w:t>
            </w:r>
          </w:p>
          <w:p w:rsidR="006B7CE7" w:rsidRPr="008F4161" w:rsidRDefault="006B7CE7" w:rsidP="0047262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4161">
              <w:rPr>
                <w:rFonts w:ascii="Corbel" w:hAnsi="Corbel"/>
                <w:b w:val="0"/>
                <w:smallCaps w:val="0"/>
                <w:szCs w:val="24"/>
              </w:rPr>
              <w:t>Ustawa z dnia 26 kwietnia 2007 r. o zarządzaniu kryzysowym, tekst jedn. Dz.U. z 2013 r., poz. 1166.</w:t>
            </w:r>
          </w:p>
          <w:p w:rsidR="006B7CE7" w:rsidRPr="008F4161" w:rsidRDefault="006B7CE7" w:rsidP="0047262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4161">
              <w:rPr>
                <w:rFonts w:ascii="Corbel" w:hAnsi="Corbel"/>
                <w:b w:val="0"/>
                <w:smallCaps w:val="0"/>
                <w:szCs w:val="24"/>
              </w:rPr>
              <w:t>Ustawa z dnia 29 sierpnia 2002 r. o stanie wojennym oraz o kompetencjach Naczelnego Dowódcy Sił Zbrojnych i zasadach jego podległości konstytucyjnym organom Rzeczypospolitej Polskiej, tekst jedn. Dz.U. z 2014 r., poz. 1815.</w:t>
            </w:r>
          </w:p>
          <w:p w:rsidR="00331C41" w:rsidRPr="00331C41" w:rsidRDefault="006B7CE7" w:rsidP="004726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F4161">
              <w:rPr>
                <w:rFonts w:ascii="Corbel" w:hAnsi="Corbel"/>
                <w:b w:val="0"/>
                <w:smallCaps w:val="0"/>
                <w:szCs w:val="24"/>
              </w:rPr>
              <w:t>Ustawa z dnia 5 sierpnia 2010 r. o ochronie informacji niejawnych, Dz.U. nr 182, poz. 1228.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B01" w:rsidRDefault="00F73B01" w:rsidP="00C16ABF">
      <w:pPr>
        <w:spacing w:after="0" w:line="240" w:lineRule="auto"/>
      </w:pPr>
      <w:r>
        <w:separator/>
      </w:r>
    </w:p>
  </w:endnote>
  <w:endnote w:type="continuationSeparator" w:id="0">
    <w:p w:rsidR="00F73B01" w:rsidRDefault="00F73B0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B01" w:rsidRDefault="00F73B01" w:rsidP="00C16ABF">
      <w:pPr>
        <w:spacing w:after="0" w:line="240" w:lineRule="auto"/>
      </w:pPr>
      <w:r>
        <w:separator/>
      </w:r>
    </w:p>
  </w:footnote>
  <w:footnote w:type="continuationSeparator" w:id="0">
    <w:p w:rsidR="00F73B01" w:rsidRDefault="00F73B0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1EE7"/>
    <w:rsid w:val="000F1C57"/>
    <w:rsid w:val="000F5615"/>
    <w:rsid w:val="0011715B"/>
    <w:rsid w:val="00124BFF"/>
    <w:rsid w:val="0012560E"/>
    <w:rsid w:val="00127108"/>
    <w:rsid w:val="00134B13"/>
    <w:rsid w:val="00146BC0"/>
    <w:rsid w:val="0015386E"/>
    <w:rsid w:val="00153C41"/>
    <w:rsid w:val="00154381"/>
    <w:rsid w:val="001640A7"/>
    <w:rsid w:val="00164FA7"/>
    <w:rsid w:val="0016511D"/>
    <w:rsid w:val="00165B04"/>
    <w:rsid w:val="00166A03"/>
    <w:rsid w:val="001718A7"/>
    <w:rsid w:val="001737CF"/>
    <w:rsid w:val="00176083"/>
    <w:rsid w:val="00192F37"/>
    <w:rsid w:val="001A70D2"/>
    <w:rsid w:val="001C68EF"/>
    <w:rsid w:val="001D657B"/>
    <w:rsid w:val="001D7B54"/>
    <w:rsid w:val="001E0209"/>
    <w:rsid w:val="001F2CA2"/>
    <w:rsid w:val="001F6A8F"/>
    <w:rsid w:val="002125DF"/>
    <w:rsid w:val="002144C0"/>
    <w:rsid w:val="0022477D"/>
    <w:rsid w:val="002278A9"/>
    <w:rsid w:val="00230CCA"/>
    <w:rsid w:val="002336F9"/>
    <w:rsid w:val="0024028F"/>
    <w:rsid w:val="00244ABC"/>
    <w:rsid w:val="00281FF2"/>
    <w:rsid w:val="002857DE"/>
    <w:rsid w:val="00291567"/>
    <w:rsid w:val="0029303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17F"/>
    <w:rsid w:val="0030395F"/>
    <w:rsid w:val="00305C92"/>
    <w:rsid w:val="003151C5"/>
    <w:rsid w:val="00326C8E"/>
    <w:rsid w:val="00331C41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6CAC"/>
    <w:rsid w:val="003D18A9"/>
    <w:rsid w:val="003D6CE2"/>
    <w:rsid w:val="003E1941"/>
    <w:rsid w:val="003E2FE6"/>
    <w:rsid w:val="003E49D5"/>
    <w:rsid w:val="003F205D"/>
    <w:rsid w:val="003F38C0"/>
    <w:rsid w:val="00403A5F"/>
    <w:rsid w:val="00414E3C"/>
    <w:rsid w:val="0042244A"/>
    <w:rsid w:val="00425E31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624"/>
    <w:rsid w:val="0047598D"/>
    <w:rsid w:val="004840FD"/>
    <w:rsid w:val="00490F7D"/>
    <w:rsid w:val="00491678"/>
    <w:rsid w:val="0049477D"/>
    <w:rsid w:val="004968E2"/>
    <w:rsid w:val="004A3EEA"/>
    <w:rsid w:val="004A4D1F"/>
    <w:rsid w:val="004D5282"/>
    <w:rsid w:val="004F1551"/>
    <w:rsid w:val="004F55A3"/>
    <w:rsid w:val="0050496F"/>
    <w:rsid w:val="00513B6F"/>
    <w:rsid w:val="00517564"/>
    <w:rsid w:val="00517C63"/>
    <w:rsid w:val="005363C4"/>
    <w:rsid w:val="00536BDE"/>
    <w:rsid w:val="00543ACC"/>
    <w:rsid w:val="0056696D"/>
    <w:rsid w:val="0059484D"/>
    <w:rsid w:val="00596729"/>
    <w:rsid w:val="005A0855"/>
    <w:rsid w:val="005A3196"/>
    <w:rsid w:val="005C080F"/>
    <w:rsid w:val="005C55E5"/>
    <w:rsid w:val="005C696A"/>
    <w:rsid w:val="005D58B9"/>
    <w:rsid w:val="005E5B24"/>
    <w:rsid w:val="005E6E85"/>
    <w:rsid w:val="005F31D2"/>
    <w:rsid w:val="0061029B"/>
    <w:rsid w:val="0061404C"/>
    <w:rsid w:val="00617230"/>
    <w:rsid w:val="0062125C"/>
    <w:rsid w:val="00621CE1"/>
    <w:rsid w:val="00627FC9"/>
    <w:rsid w:val="00647FA8"/>
    <w:rsid w:val="00650C5F"/>
    <w:rsid w:val="00654934"/>
    <w:rsid w:val="006620D9"/>
    <w:rsid w:val="00671958"/>
    <w:rsid w:val="00675843"/>
    <w:rsid w:val="00681951"/>
    <w:rsid w:val="00696477"/>
    <w:rsid w:val="006B6C93"/>
    <w:rsid w:val="006B7CE7"/>
    <w:rsid w:val="006D050F"/>
    <w:rsid w:val="006D6139"/>
    <w:rsid w:val="006E5D65"/>
    <w:rsid w:val="006F1282"/>
    <w:rsid w:val="006F1FBC"/>
    <w:rsid w:val="006F31E2"/>
    <w:rsid w:val="006F64CE"/>
    <w:rsid w:val="00700BC2"/>
    <w:rsid w:val="00706544"/>
    <w:rsid w:val="007072BA"/>
    <w:rsid w:val="0071620A"/>
    <w:rsid w:val="00724677"/>
    <w:rsid w:val="00725459"/>
    <w:rsid w:val="00727D63"/>
    <w:rsid w:val="007327BD"/>
    <w:rsid w:val="00734608"/>
    <w:rsid w:val="00745302"/>
    <w:rsid w:val="007461D6"/>
    <w:rsid w:val="00746EC8"/>
    <w:rsid w:val="00763BF1"/>
    <w:rsid w:val="00766FD4"/>
    <w:rsid w:val="0078168C"/>
    <w:rsid w:val="007879B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4A22"/>
    <w:rsid w:val="00806A20"/>
    <w:rsid w:val="0081554D"/>
    <w:rsid w:val="0081707E"/>
    <w:rsid w:val="00843EE8"/>
    <w:rsid w:val="008449B3"/>
    <w:rsid w:val="0084672C"/>
    <w:rsid w:val="008552A2"/>
    <w:rsid w:val="0085747A"/>
    <w:rsid w:val="00874A07"/>
    <w:rsid w:val="00884922"/>
    <w:rsid w:val="00885F64"/>
    <w:rsid w:val="008917F9"/>
    <w:rsid w:val="008A45F7"/>
    <w:rsid w:val="008C0CC0"/>
    <w:rsid w:val="008C19A9"/>
    <w:rsid w:val="008C379D"/>
    <w:rsid w:val="008C4ABE"/>
    <w:rsid w:val="008C5147"/>
    <w:rsid w:val="008C5359"/>
    <w:rsid w:val="008C5363"/>
    <w:rsid w:val="008D1DB8"/>
    <w:rsid w:val="008D3DFB"/>
    <w:rsid w:val="008E64F4"/>
    <w:rsid w:val="008F12C9"/>
    <w:rsid w:val="008F6E29"/>
    <w:rsid w:val="009126D0"/>
    <w:rsid w:val="00912CD2"/>
    <w:rsid w:val="00916188"/>
    <w:rsid w:val="0092045C"/>
    <w:rsid w:val="00923D7D"/>
    <w:rsid w:val="009464BA"/>
    <w:rsid w:val="009508DF"/>
    <w:rsid w:val="00950DAC"/>
    <w:rsid w:val="00954A07"/>
    <w:rsid w:val="0095595B"/>
    <w:rsid w:val="0096104A"/>
    <w:rsid w:val="0096325B"/>
    <w:rsid w:val="00966CAF"/>
    <w:rsid w:val="00997F14"/>
    <w:rsid w:val="009A78D9"/>
    <w:rsid w:val="009C3E31"/>
    <w:rsid w:val="009C54AE"/>
    <w:rsid w:val="009C788E"/>
    <w:rsid w:val="009D3F3B"/>
    <w:rsid w:val="009E0543"/>
    <w:rsid w:val="009E3B41"/>
    <w:rsid w:val="009F06B6"/>
    <w:rsid w:val="009F3C5C"/>
    <w:rsid w:val="009F4610"/>
    <w:rsid w:val="00A00ECC"/>
    <w:rsid w:val="00A140E1"/>
    <w:rsid w:val="00A155EE"/>
    <w:rsid w:val="00A218A6"/>
    <w:rsid w:val="00A2245B"/>
    <w:rsid w:val="00A23406"/>
    <w:rsid w:val="00A30110"/>
    <w:rsid w:val="00A31539"/>
    <w:rsid w:val="00A36899"/>
    <w:rsid w:val="00A371F6"/>
    <w:rsid w:val="00A40F06"/>
    <w:rsid w:val="00A43BF6"/>
    <w:rsid w:val="00A53FA5"/>
    <w:rsid w:val="00A54817"/>
    <w:rsid w:val="00A601C8"/>
    <w:rsid w:val="00A60799"/>
    <w:rsid w:val="00A62875"/>
    <w:rsid w:val="00A84C85"/>
    <w:rsid w:val="00A913DA"/>
    <w:rsid w:val="00A97DE1"/>
    <w:rsid w:val="00AB053C"/>
    <w:rsid w:val="00AC5621"/>
    <w:rsid w:val="00AD1146"/>
    <w:rsid w:val="00AD1D18"/>
    <w:rsid w:val="00AD27D3"/>
    <w:rsid w:val="00AD4A02"/>
    <w:rsid w:val="00AD66D6"/>
    <w:rsid w:val="00AE1160"/>
    <w:rsid w:val="00AE203C"/>
    <w:rsid w:val="00AE2E74"/>
    <w:rsid w:val="00AE5FCB"/>
    <w:rsid w:val="00AF2C1E"/>
    <w:rsid w:val="00B06142"/>
    <w:rsid w:val="00B101D5"/>
    <w:rsid w:val="00B135B1"/>
    <w:rsid w:val="00B3130B"/>
    <w:rsid w:val="00B40ADB"/>
    <w:rsid w:val="00B43B77"/>
    <w:rsid w:val="00B43E80"/>
    <w:rsid w:val="00B479FA"/>
    <w:rsid w:val="00B513D4"/>
    <w:rsid w:val="00B607DB"/>
    <w:rsid w:val="00B64F2E"/>
    <w:rsid w:val="00B66529"/>
    <w:rsid w:val="00B75946"/>
    <w:rsid w:val="00B8056E"/>
    <w:rsid w:val="00B819C8"/>
    <w:rsid w:val="00B82308"/>
    <w:rsid w:val="00B90885"/>
    <w:rsid w:val="00B9336C"/>
    <w:rsid w:val="00B97CCF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D0A"/>
    <w:rsid w:val="00C26CB7"/>
    <w:rsid w:val="00C324C1"/>
    <w:rsid w:val="00C36992"/>
    <w:rsid w:val="00C56036"/>
    <w:rsid w:val="00C61DC5"/>
    <w:rsid w:val="00C67E92"/>
    <w:rsid w:val="00C70A26"/>
    <w:rsid w:val="00C72961"/>
    <w:rsid w:val="00C766DF"/>
    <w:rsid w:val="00C84018"/>
    <w:rsid w:val="00C94B98"/>
    <w:rsid w:val="00C958A7"/>
    <w:rsid w:val="00CA2B96"/>
    <w:rsid w:val="00CA5089"/>
    <w:rsid w:val="00CA7C46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29B1"/>
    <w:rsid w:val="00D46B63"/>
    <w:rsid w:val="00D552B2"/>
    <w:rsid w:val="00D608D1"/>
    <w:rsid w:val="00D74119"/>
    <w:rsid w:val="00D8075B"/>
    <w:rsid w:val="00D84E47"/>
    <w:rsid w:val="00D8678B"/>
    <w:rsid w:val="00D87318"/>
    <w:rsid w:val="00DA2114"/>
    <w:rsid w:val="00DD55EA"/>
    <w:rsid w:val="00DE09C0"/>
    <w:rsid w:val="00DE3DDE"/>
    <w:rsid w:val="00DE4A14"/>
    <w:rsid w:val="00DF320D"/>
    <w:rsid w:val="00DF71C8"/>
    <w:rsid w:val="00E129B8"/>
    <w:rsid w:val="00E155B7"/>
    <w:rsid w:val="00E204AB"/>
    <w:rsid w:val="00E21E7D"/>
    <w:rsid w:val="00E22FBC"/>
    <w:rsid w:val="00E24BF5"/>
    <w:rsid w:val="00E25338"/>
    <w:rsid w:val="00E51E44"/>
    <w:rsid w:val="00E57053"/>
    <w:rsid w:val="00E63348"/>
    <w:rsid w:val="00E67B1F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8C5"/>
    <w:rsid w:val="00EF4178"/>
    <w:rsid w:val="00F070AB"/>
    <w:rsid w:val="00F17567"/>
    <w:rsid w:val="00F27A7B"/>
    <w:rsid w:val="00F36498"/>
    <w:rsid w:val="00F526AF"/>
    <w:rsid w:val="00F617C3"/>
    <w:rsid w:val="00F7066B"/>
    <w:rsid w:val="00F73B01"/>
    <w:rsid w:val="00F83B28"/>
    <w:rsid w:val="00F86810"/>
    <w:rsid w:val="00F974DA"/>
    <w:rsid w:val="00FA46E5"/>
    <w:rsid w:val="00FB5937"/>
    <w:rsid w:val="00FB7DBA"/>
    <w:rsid w:val="00FC1C25"/>
    <w:rsid w:val="00FC3F45"/>
    <w:rsid w:val="00FC540A"/>
    <w:rsid w:val="00FD503F"/>
    <w:rsid w:val="00FD741C"/>
    <w:rsid w:val="00FD7589"/>
    <w:rsid w:val="00FE4A2B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9464BA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5B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5B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5B2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B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B24"/>
    <w:rPr>
      <w:rFonts w:ascii="Calibri" w:hAnsi="Calibr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E77C0-1EEF-4AF4-AA0D-E18C4FD8C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1048</Words>
  <Characters>6289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Krystian</cp:lastModifiedBy>
  <cp:revision>12</cp:revision>
  <cp:lastPrinted>2019-02-06T12:12:00Z</cp:lastPrinted>
  <dcterms:created xsi:type="dcterms:W3CDTF">2020-12-04T22:59:00Z</dcterms:created>
  <dcterms:modified xsi:type="dcterms:W3CDTF">2025-11-21T09:44:00Z</dcterms:modified>
</cp:coreProperties>
</file>